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9D9" w:rsidRDefault="005909D9" w:rsidP="005909D9">
      <w:pPr>
        <w:rPr>
          <w:sz w:val="32"/>
          <w:szCs w:val="32"/>
        </w:rPr>
      </w:pPr>
      <w:r w:rsidRPr="008273DD">
        <w:rPr>
          <w:sz w:val="32"/>
          <w:szCs w:val="32"/>
        </w:rPr>
        <w:t>Name:</w:t>
      </w:r>
      <w:r w:rsidR="008F2736">
        <w:rPr>
          <w:sz w:val="32"/>
          <w:szCs w:val="32"/>
        </w:rPr>
        <w:t xml:space="preserve"> __________________________</w:t>
      </w:r>
      <w:r w:rsidR="008F2736">
        <w:rPr>
          <w:sz w:val="32"/>
          <w:szCs w:val="32"/>
        </w:rPr>
        <w:tab/>
      </w:r>
      <w:r w:rsidRPr="008273DD">
        <w:rPr>
          <w:sz w:val="32"/>
          <w:szCs w:val="32"/>
        </w:rPr>
        <w:t>Klasse: _________</w:t>
      </w:r>
    </w:p>
    <w:p w:rsidR="005909D9" w:rsidRPr="008273DD" w:rsidRDefault="005909D9" w:rsidP="005909D9">
      <w:pPr>
        <w:rPr>
          <w:sz w:val="32"/>
          <w:szCs w:val="32"/>
        </w:rPr>
      </w:pPr>
    </w:p>
    <w:p w:rsidR="00D05412" w:rsidRPr="005C626C" w:rsidRDefault="001C14B6" w:rsidP="00D05412">
      <w:pPr>
        <w:pStyle w:val="berschrift4"/>
        <w:rPr>
          <w:sz w:val="32"/>
          <w:szCs w:val="32"/>
        </w:rPr>
      </w:pPr>
      <w:r>
        <w:rPr>
          <w:sz w:val="32"/>
          <w:szCs w:val="32"/>
        </w:rPr>
        <w:t>Wahla</w:t>
      </w:r>
      <w:r w:rsidR="00D05412" w:rsidRPr="005C626C">
        <w:rPr>
          <w:sz w:val="32"/>
          <w:szCs w:val="32"/>
        </w:rPr>
        <w:t xml:space="preserve">ufgabe </w:t>
      </w:r>
      <w:r w:rsidR="00717841">
        <w:rPr>
          <w:sz w:val="32"/>
          <w:szCs w:val="32"/>
        </w:rPr>
        <w:t>2</w:t>
      </w:r>
      <w:r w:rsidR="008817D1">
        <w:rPr>
          <w:sz w:val="32"/>
          <w:szCs w:val="32"/>
        </w:rPr>
        <w:t>a</w:t>
      </w:r>
    </w:p>
    <w:p w:rsidR="00A82E4E" w:rsidRPr="008817D1" w:rsidRDefault="009533D1" w:rsidP="005C626C">
      <w:pPr>
        <w:pStyle w:val="Linien"/>
        <w:spacing w:line="360" w:lineRule="auto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1716405</wp:posOffset>
                </wp:positionV>
                <wp:extent cx="3916680" cy="4036695"/>
                <wp:effectExtent l="57150" t="57150" r="7620" b="40005"/>
                <wp:wrapNone/>
                <wp:docPr id="282" name="Gruppieren 2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16680" cy="4036695"/>
                          <a:chOff x="0" y="0"/>
                          <a:chExt cx="3916680" cy="4036695"/>
                        </a:xfrm>
                      </wpg:grpSpPr>
                      <wpg:grpSp>
                        <wpg:cNvPr id="272" name="Gruppieren 272"/>
                        <wpg:cNvGrpSpPr/>
                        <wpg:grpSpPr>
                          <a:xfrm>
                            <a:off x="345440" y="147320"/>
                            <a:ext cx="2556510" cy="3889375"/>
                            <a:chOff x="0" y="0"/>
                            <a:chExt cx="2556510" cy="3889375"/>
                          </a:xfrm>
                        </wpg:grpSpPr>
                        <wps:wsp>
                          <wps:cNvPr id="271" name="Ellipse 271"/>
                          <wps:cNvSpPr/>
                          <wps:spPr>
                            <a:xfrm>
                              <a:off x="23812" y="2692400"/>
                              <a:ext cx="2497455" cy="1191578"/>
                            </a:xfrm>
                            <a:prstGeom prst="ellipse">
                              <a:avLst/>
                            </a:prstGeom>
                            <a:noFill/>
                            <a:ln w="38100">
                              <a:solidFill>
                                <a:srgbClr val="0070C0"/>
                              </a:solidFill>
                              <a:prstDash val="sys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0" name="Freihandform 270"/>
                          <wps:cNvSpPr/>
                          <wps:spPr>
                            <a:xfrm>
                              <a:off x="0" y="0"/>
                              <a:ext cx="2556510" cy="3889375"/>
                            </a:xfrm>
                            <a:custGeom>
                              <a:avLst/>
                              <a:gdLst>
                                <a:gd name="connsiteX0" fmla="*/ 0 w 2556933"/>
                                <a:gd name="connsiteY0" fmla="*/ 3276600 h 3293534"/>
                                <a:gd name="connsiteX1" fmla="*/ 1303866 w 2556933"/>
                                <a:gd name="connsiteY1" fmla="*/ 0 h 3293534"/>
                                <a:gd name="connsiteX2" fmla="*/ 2556933 w 2556933"/>
                                <a:gd name="connsiteY2" fmla="*/ 3293534 h 3293534"/>
                                <a:gd name="connsiteX3" fmla="*/ 0 w 2556933"/>
                                <a:gd name="connsiteY3" fmla="*/ 3276600 h 3293534"/>
                                <a:gd name="connsiteX0" fmla="*/ 0 w 2556933"/>
                                <a:gd name="connsiteY0" fmla="*/ 3276600 h 3619373"/>
                                <a:gd name="connsiteX1" fmla="*/ 1303866 w 2556933"/>
                                <a:gd name="connsiteY1" fmla="*/ 0 h 3619373"/>
                                <a:gd name="connsiteX2" fmla="*/ 2556933 w 2556933"/>
                                <a:gd name="connsiteY2" fmla="*/ 3293534 h 3619373"/>
                                <a:gd name="connsiteX3" fmla="*/ 0 w 2556933"/>
                                <a:gd name="connsiteY3" fmla="*/ 3276600 h 3619373"/>
                                <a:gd name="connsiteX0" fmla="*/ 0 w 2556933"/>
                                <a:gd name="connsiteY0" fmla="*/ 3276600 h 3818432"/>
                                <a:gd name="connsiteX1" fmla="*/ 1303866 w 2556933"/>
                                <a:gd name="connsiteY1" fmla="*/ 0 h 3818432"/>
                                <a:gd name="connsiteX2" fmla="*/ 2556933 w 2556933"/>
                                <a:gd name="connsiteY2" fmla="*/ 3293534 h 3818432"/>
                                <a:gd name="connsiteX3" fmla="*/ 0 w 2556933"/>
                                <a:gd name="connsiteY3" fmla="*/ 3276600 h 3818432"/>
                                <a:gd name="connsiteX0" fmla="*/ 0 w 2556933"/>
                                <a:gd name="connsiteY0" fmla="*/ 3276600 h 3874206"/>
                                <a:gd name="connsiteX1" fmla="*/ 1303866 w 2556933"/>
                                <a:gd name="connsiteY1" fmla="*/ 0 h 3874206"/>
                                <a:gd name="connsiteX2" fmla="*/ 2556933 w 2556933"/>
                                <a:gd name="connsiteY2" fmla="*/ 3293534 h 3874206"/>
                                <a:gd name="connsiteX3" fmla="*/ 0 w 2556933"/>
                                <a:gd name="connsiteY3" fmla="*/ 3276600 h 3874206"/>
                                <a:gd name="connsiteX0" fmla="*/ 0 w 2556933"/>
                                <a:gd name="connsiteY0" fmla="*/ 3276600 h 3889381"/>
                                <a:gd name="connsiteX1" fmla="*/ 1303866 w 2556933"/>
                                <a:gd name="connsiteY1" fmla="*/ 0 h 3889381"/>
                                <a:gd name="connsiteX2" fmla="*/ 2556933 w 2556933"/>
                                <a:gd name="connsiteY2" fmla="*/ 3293534 h 3889381"/>
                                <a:gd name="connsiteX3" fmla="*/ 0 w 2556933"/>
                                <a:gd name="connsiteY3" fmla="*/ 3276600 h 38893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556933" h="3889381">
                                  <a:moveTo>
                                    <a:pt x="0" y="3276600"/>
                                  </a:moveTo>
                                  <a:lnTo>
                                    <a:pt x="1303866" y="0"/>
                                  </a:lnTo>
                                  <a:lnTo>
                                    <a:pt x="2556933" y="3293534"/>
                                  </a:lnTo>
                                  <a:cubicBezTo>
                                    <a:pt x="2194560" y="4175179"/>
                                    <a:pt x="155510" y="4000798"/>
                                    <a:pt x="0" y="3276600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571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73" name="Gerader Verbinder 273"/>
                        <wps:cNvCnPr/>
                        <wps:spPr>
                          <a:xfrm>
                            <a:off x="1696720" y="142240"/>
                            <a:ext cx="16637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4" name="Gerader Verbinder 274"/>
                        <wps:cNvCnPr/>
                        <wps:spPr>
                          <a:xfrm>
                            <a:off x="2931160" y="3439160"/>
                            <a:ext cx="41275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6" name="Gerader Verbinder 276"/>
                        <wps:cNvCnPr/>
                        <wps:spPr>
                          <a:xfrm>
                            <a:off x="1336040" y="5080"/>
                            <a:ext cx="258445" cy="13398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7" name="Gerader Verbinder 277"/>
                        <wps:cNvCnPr/>
                        <wps:spPr>
                          <a:xfrm>
                            <a:off x="40640" y="3302000"/>
                            <a:ext cx="262255" cy="11239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8" name="Gerade Verbindung mit Pfeil 278"/>
                        <wps:cNvCnPr/>
                        <wps:spPr>
                          <a:xfrm>
                            <a:off x="3342640" y="132080"/>
                            <a:ext cx="0" cy="330708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9" name="Gerade Verbindung mit Pfeil 279"/>
                        <wps:cNvCnPr/>
                        <wps:spPr>
                          <a:xfrm flipH="1">
                            <a:off x="0" y="0"/>
                            <a:ext cx="1346200" cy="332232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773680" y="1584960"/>
                            <a:ext cx="1143000" cy="4216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533D1" w:rsidRPr="009533D1" w:rsidRDefault="009533D1" w:rsidP="009533D1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9533D1">
                                <w:rPr>
                                  <w:sz w:val="32"/>
                                  <w:szCs w:val="32"/>
                                </w:rPr>
                                <w:t>8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81" name="Textfeld 2"/>
                        <wps:cNvSpPr txBox="1">
                          <a:spLocks noChangeArrowheads="1"/>
                        </wps:cNvSpPr>
                        <wps:spPr bwMode="auto">
                          <a:xfrm rot="17558456">
                            <a:off x="269240" y="1463040"/>
                            <a:ext cx="889000" cy="4216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533D1" w:rsidRPr="009533D1" w:rsidRDefault="009533D1" w:rsidP="009533D1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9533D1">
                                <w:rPr>
                                  <w:sz w:val="32"/>
                                  <w:szCs w:val="32"/>
                                </w:rPr>
                                <w:t>8</w:t>
                              </w:r>
                              <w:r>
                                <w:rPr>
                                  <w:sz w:val="32"/>
                                  <w:szCs w:val="32"/>
                                </w:rPr>
                                <w:t>,5</w:t>
                              </w:r>
                              <w:r w:rsidRPr="009533D1">
                                <w:rPr>
                                  <w:sz w:val="32"/>
                                  <w:szCs w:val="32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82" o:spid="_x0000_s1026" style="position:absolute;margin-left:78.75pt;margin-top:135.15pt;width:308.4pt;height:317.85pt;z-index:251676672" coordsize="39166,403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">
                <v:group id="Gruppieren 272" o:spid="_x0000_s1027" style="position:absolute;left:3454;top:1473;width:25565;height:38893" coordsize="25565,38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bOx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">
                  <v:oval id="Ellipse 271" o:spid="_x0000_s1028" style="position:absolute;left:238;top:26924;width:24974;height:119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" filled="f" strokecolor="#0070c0" strokeweight="3pt">
                    <v:stroke dashstyle="3 1"/>
                  </v:oval>
                  <v:shape id="Freihandform 270" o:spid="_x0000_s1029" style="position:absolute;width:25565;height:38893;visibility:visible;mso-wrap-style:square;v-text-anchor:middle" coordsize="2556933,3889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" path="m,3276600l1303866,,2556933,3293534c2194560,4175179,155510,4000798,,3276600xe" filled="f" strokecolor="red" strokeweight="4.5pt">
                    <v:path arrowok="t" o:connecttype="custom" o:connectlocs="0,3276595;1303650,0;2556510,3293529;0,3276595" o:connectangles="0,0,0,0"/>
                  </v:shape>
                </v:group>
                <v:line id="Gerader Verbinder 273" o:spid="_x0000_s1030" style="position:absolute;visibility:visible;mso-wrap-style:square" from="16967,1422" to="33604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" strokecolor="black [3213]" strokeweight="2.25pt">
                  <v:stroke dashstyle="3 1"/>
                </v:line>
                <v:line id="Gerader Verbinder 274" o:spid="_x0000_s1031" style="position:absolute;visibility:visible;mso-wrap-style:square" from="29311,34391" to="33439,34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" strokecolor="black [3213]" strokeweight="2.25pt">
                  <v:stroke dashstyle="3 1"/>
                </v:line>
                <v:line id="Gerader Verbinder 276" o:spid="_x0000_s1032" style="position:absolute;visibility:visible;mso-wrap-style:square" from="13360,50" to="15944,13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" strokecolor="black [3213]" strokeweight="2.25pt">
                  <v:stroke dashstyle="3 1"/>
                </v:line>
                <v:line id="Gerader Verbinder 277" o:spid="_x0000_s1033" style="position:absolute;visibility:visible;mso-wrap-style:square" from="406,33020" to="3028,34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" strokecolor="black [3213]" strokeweight="2.25pt">
                  <v:stroke dashstyle="3 1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278" o:spid="_x0000_s1034" type="#_x0000_t32" style="position:absolute;left:33426;top:1320;width:0;height:3307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" strokecolor="black [3213]" strokeweight="2.25pt">
                  <v:stroke startarrow="block" endarrow="block"/>
                </v:shape>
                <v:shape id="Gerade Verbindung mit Pfeil 279" o:spid="_x0000_s1035" type="#_x0000_t32" style="position:absolute;width:13462;height:3322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" strokecolor="black [3213]" strokeweight="2.25pt">
                  <v:stroke startarrow="block"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6" type="#_x0000_t202" style="position:absolute;left:27736;top:15849;width:11430;height:4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" stroked="f">
                  <v:textbox>
                    <w:txbxContent>
                      <w:p w:rsidR="009533D1" w:rsidRPr="009533D1" w:rsidRDefault="009533D1" w:rsidP="009533D1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9533D1">
                          <w:rPr>
                            <w:sz w:val="32"/>
                            <w:szCs w:val="32"/>
                          </w:rPr>
                          <w:t>8 cm</w:t>
                        </w:r>
                      </w:p>
                    </w:txbxContent>
                  </v:textbox>
                </v:shape>
                <v:shape id="_x0000_s1037" type="#_x0000_t202" style="position:absolute;left:2692;top:14630;width:8890;height:4216;rotation:-441444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" stroked="f">
                  <v:textbox>
                    <w:txbxContent>
                      <w:p w:rsidR="009533D1" w:rsidRPr="009533D1" w:rsidRDefault="009533D1" w:rsidP="009533D1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9533D1">
                          <w:rPr>
                            <w:sz w:val="32"/>
                            <w:szCs w:val="32"/>
                          </w:rPr>
                          <w:t>8</w:t>
                        </w:r>
                        <w:r>
                          <w:rPr>
                            <w:sz w:val="32"/>
                            <w:szCs w:val="32"/>
                          </w:rPr>
                          <w:t>,5</w:t>
                        </w:r>
                        <w:r w:rsidRPr="009533D1">
                          <w:rPr>
                            <w:sz w:val="32"/>
                            <w:szCs w:val="32"/>
                          </w:rPr>
                          <w:t xml:space="preserve">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817D1" w:rsidRPr="008817D1">
        <w:rPr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45952" behindDoc="0" locked="0" layoutInCell="1" allowOverlap="1" wp14:anchorId="47029F4A" wp14:editId="4AA5A988">
                <wp:simplePos x="0" y="0"/>
                <wp:positionH relativeFrom="margin">
                  <wp:align>right</wp:align>
                </wp:positionH>
                <wp:positionV relativeFrom="paragraph">
                  <wp:posOffset>7089775</wp:posOffset>
                </wp:positionV>
                <wp:extent cx="2840990" cy="434975"/>
                <wp:effectExtent l="0" t="0" r="0" b="3175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0990" cy="43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347" w:rsidRPr="00473347" w:rsidRDefault="00473347" w:rsidP="0047334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473347">
                              <w:rPr>
                                <w:sz w:val="32"/>
                                <w:szCs w:val="32"/>
                              </w:rPr>
                              <w:t>(Skizze nicht maßstäblich)</w:t>
                            </w:r>
                          </w:p>
                          <w:p w:rsidR="00473347" w:rsidRDefault="00473347" w:rsidP="0047334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29F4A" id="Textfeld 2" o:spid="_x0000_s1038" type="#_x0000_t202" style="position:absolute;margin-left:172.5pt;margin-top:558.25pt;width:223.7pt;height:34.25pt;z-index:2516459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" stroked="f">
                <v:textbox>
                  <w:txbxContent>
                    <w:p w:rsidR="00473347" w:rsidRPr="00473347" w:rsidRDefault="00473347" w:rsidP="00473347">
                      <w:pPr>
                        <w:rPr>
                          <w:sz w:val="32"/>
                          <w:szCs w:val="32"/>
                        </w:rPr>
                      </w:pPr>
                      <w:r w:rsidRPr="00473347">
                        <w:rPr>
                          <w:sz w:val="32"/>
                          <w:szCs w:val="32"/>
                        </w:rPr>
                        <w:t>(Skizze nicht maßstäblich)</w:t>
                      </w:r>
                    </w:p>
                    <w:p w:rsidR="00473347" w:rsidRDefault="00473347" w:rsidP="00473347"/>
                  </w:txbxContent>
                </v:textbox>
                <w10:wrap anchorx="margin"/>
              </v:shape>
            </w:pict>
          </mc:Fallback>
        </mc:AlternateContent>
      </w:r>
      <w:r w:rsidR="008817D1" w:rsidRPr="008817D1">
        <w:rPr>
          <w:sz w:val="32"/>
          <w:szCs w:val="32"/>
        </w:rPr>
        <w:t>Di</w:t>
      </w:r>
      <w:bookmarkStart w:id="0" w:name="_GoBack"/>
      <w:bookmarkEnd w:id="0"/>
      <w:r w:rsidR="008817D1" w:rsidRPr="008817D1">
        <w:rPr>
          <w:sz w:val="32"/>
          <w:szCs w:val="32"/>
        </w:rPr>
        <w:t>e Abbildung zeigt einen kegelförmigen Körper.</w:t>
      </w:r>
    </w:p>
    <w:sectPr w:rsidR="00A82E4E" w:rsidRPr="008817D1" w:rsidSect="008817D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0A6"/>
    <w:rsid w:val="000D60A6"/>
    <w:rsid w:val="00176308"/>
    <w:rsid w:val="001C14B6"/>
    <w:rsid w:val="001D34C5"/>
    <w:rsid w:val="00232126"/>
    <w:rsid w:val="002632C1"/>
    <w:rsid w:val="002660FD"/>
    <w:rsid w:val="002A1F46"/>
    <w:rsid w:val="002E772D"/>
    <w:rsid w:val="00316AD7"/>
    <w:rsid w:val="0032295B"/>
    <w:rsid w:val="003B450E"/>
    <w:rsid w:val="003C0764"/>
    <w:rsid w:val="003F2BF5"/>
    <w:rsid w:val="00472AE3"/>
    <w:rsid w:val="00473347"/>
    <w:rsid w:val="004B595C"/>
    <w:rsid w:val="004E1C51"/>
    <w:rsid w:val="00573373"/>
    <w:rsid w:val="005909D9"/>
    <w:rsid w:val="005B577B"/>
    <w:rsid w:val="005C2A45"/>
    <w:rsid w:val="005C626C"/>
    <w:rsid w:val="006C2C59"/>
    <w:rsid w:val="00717841"/>
    <w:rsid w:val="00740FA2"/>
    <w:rsid w:val="0076208F"/>
    <w:rsid w:val="00774E83"/>
    <w:rsid w:val="007755E4"/>
    <w:rsid w:val="007D169D"/>
    <w:rsid w:val="007F64DE"/>
    <w:rsid w:val="00853093"/>
    <w:rsid w:val="008817D1"/>
    <w:rsid w:val="008F0942"/>
    <w:rsid w:val="008F2736"/>
    <w:rsid w:val="008F32B4"/>
    <w:rsid w:val="008F63FB"/>
    <w:rsid w:val="008F6579"/>
    <w:rsid w:val="00910897"/>
    <w:rsid w:val="009176D4"/>
    <w:rsid w:val="00942513"/>
    <w:rsid w:val="00943F68"/>
    <w:rsid w:val="009533D1"/>
    <w:rsid w:val="009E5CE2"/>
    <w:rsid w:val="009E6FA1"/>
    <w:rsid w:val="00A0791F"/>
    <w:rsid w:val="00A138F4"/>
    <w:rsid w:val="00A27E56"/>
    <w:rsid w:val="00A467B1"/>
    <w:rsid w:val="00A57D50"/>
    <w:rsid w:val="00A82E4E"/>
    <w:rsid w:val="00B17B36"/>
    <w:rsid w:val="00B42B92"/>
    <w:rsid w:val="00B55E44"/>
    <w:rsid w:val="00BA0894"/>
    <w:rsid w:val="00BB5399"/>
    <w:rsid w:val="00BF5D39"/>
    <w:rsid w:val="00C11AFC"/>
    <w:rsid w:val="00C960E9"/>
    <w:rsid w:val="00CE6518"/>
    <w:rsid w:val="00D05412"/>
    <w:rsid w:val="00D36975"/>
    <w:rsid w:val="00D41991"/>
    <w:rsid w:val="00DC6D28"/>
    <w:rsid w:val="00E1105B"/>
    <w:rsid w:val="00E13961"/>
    <w:rsid w:val="00E67B7D"/>
    <w:rsid w:val="00F478E1"/>
    <w:rsid w:val="00F7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5E563"/>
  <w15:docId w15:val="{52731D87-E958-499B-993D-73FBF757F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42B92"/>
    <w:pPr>
      <w:spacing w:after="120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5D39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5D39"/>
    <w:pPr>
      <w:keepNext/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5D39"/>
    <w:rPr>
      <w:rFonts w:ascii="Arial" w:eastAsia="Calibri" w:hAnsi="Arial" w:cs="Arial"/>
      <w:b/>
      <w:bCs/>
      <w:kern w:val="32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F5D39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paragraph" w:customStyle="1" w:styleId="Linien">
    <w:name w:val="Linien"/>
    <w:basedOn w:val="Standard"/>
    <w:rsid w:val="005C626C"/>
    <w:pPr>
      <w:tabs>
        <w:tab w:val="right" w:leader="underscore" w:pos="9921"/>
      </w:tabs>
      <w:spacing w:line="480" w:lineRule="auto"/>
    </w:pPr>
    <w:rPr>
      <w:rFonts w:eastAsia="Times New Roman" w:cs="Arial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E-Bu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43CB4-C437-4CC4-8E25-7749342E8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E-Buch.dotx</Template>
  <TotalTime>0</TotalTime>
  <Pages>1</Pages>
  <Words>16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5</cp:revision>
  <dcterms:created xsi:type="dcterms:W3CDTF">2022-04-14T07:20:00Z</dcterms:created>
  <dcterms:modified xsi:type="dcterms:W3CDTF">2022-04-14T07:29:00Z</dcterms:modified>
</cp:coreProperties>
</file>